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DAC" w:rsidRDefault="001E6DAC" w:rsidP="001E6DA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96F5F" w:rsidRDefault="007C6AB7" w:rsidP="00C96F5F">
      <w:pPr>
        <w:pStyle w:val="Nadpis1"/>
      </w:pPr>
      <w:r>
        <w:t>03</w:t>
      </w:r>
      <w:r w:rsidR="00C96F5F">
        <w:t>/</w:t>
      </w:r>
      <w:r>
        <w:t>02</w:t>
      </w:r>
      <w:r w:rsidR="00C96F5F">
        <w:t xml:space="preserve"> odbor školství a cestovního ruchu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6F5F" w:rsidRDefault="00C96F5F" w:rsidP="00C96F5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</w:pPr>
      <w:r>
        <w:t>odbor školství a cestovního ruchu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rPr>
          <w:u w:val="single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26. </w:t>
      </w:r>
      <w:r w:rsidR="0010713D">
        <w:t>února 2020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odboru školství a cestovního ruchu</w:t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</w:p>
    <w:p w:rsidR="00C96F5F" w:rsidRDefault="00C96F5F" w:rsidP="00B43310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C96F5F" w:rsidRDefault="00C96F5F" w:rsidP="00C96F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C96F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96F5F" w:rsidRDefault="00C96F5F" w:rsidP="00B43310">
      <w:pPr>
        <w:pStyle w:val="Nadpis2"/>
        <w:jc w:val="left"/>
        <w:rPr>
          <w:szCs w:val="32"/>
        </w:rPr>
      </w:pPr>
      <w:r>
        <w:rPr>
          <w:szCs w:val="32"/>
        </w:rPr>
        <w:lastRenderedPageBreak/>
        <w:t xml:space="preserve">1) </w:t>
      </w:r>
      <w:r w:rsidR="00B43310">
        <w:t>Mimořádná podpora organizovaných aktivit pro volný čas dětí od 6 do 15 let ve Strakonicích v roce 2018</w:t>
      </w:r>
    </w:p>
    <w:p w:rsidR="00C96F5F" w:rsidRDefault="00C96F5F" w:rsidP="00C96F5F">
      <w:pPr>
        <w:pStyle w:val="Nadpis3"/>
      </w:pPr>
      <w:r>
        <w:t xml:space="preserve">Návrh usnesení: </w:t>
      </w:r>
    </w:p>
    <w:p w:rsidR="00C96F5F" w:rsidRDefault="00C96F5F" w:rsidP="00C96F5F">
      <w:r>
        <w:t>ZM po projednání</w:t>
      </w:r>
    </w:p>
    <w:p w:rsidR="00C96F5F" w:rsidRDefault="00C96F5F" w:rsidP="00C96F5F">
      <w:pPr>
        <w:pStyle w:val="Nadpis3"/>
      </w:pPr>
      <w:r>
        <w:t>I. S</w:t>
      </w:r>
      <w:r w:rsidR="0092199C">
        <w:t>ouhlasí</w:t>
      </w:r>
    </w:p>
    <w:p w:rsidR="0092199C" w:rsidRDefault="0092199C" w:rsidP="0092199C">
      <w:pPr>
        <w:jc w:val="both"/>
        <w:rPr>
          <w:rStyle w:val="nowrap"/>
          <w:bCs/>
        </w:rPr>
      </w:pPr>
      <w:r>
        <w:t>s uzavřením darovací smlouvy mezi městem Strakonice, Velké náměstí 2, 386 01 Strakonice, IČ</w:t>
      </w:r>
      <w:r w:rsidR="0035010C">
        <w:t>O</w:t>
      </w:r>
      <w:r>
        <w:t xml:space="preserve"> 00251810 a Domem dětí a mládeže, Strakonice, Na Ohradě 417, 386 01 Strakonice, IČ</w:t>
      </w:r>
      <w:r w:rsidR="0089004F">
        <w:t>O</w:t>
      </w:r>
      <w:r>
        <w:t xml:space="preserve"> 60650834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30 000 Kč. </w:t>
      </w:r>
    </w:p>
    <w:p w:rsidR="0010713D" w:rsidRDefault="0010713D" w:rsidP="0010713D">
      <w:pPr>
        <w:pStyle w:val="Nadpis3"/>
      </w:pPr>
      <w:r>
        <w:t>II. S</w:t>
      </w:r>
      <w:r w:rsidR="006F6F8F">
        <w:t>ouhlasí</w:t>
      </w:r>
    </w:p>
    <w:p w:rsidR="0092199C" w:rsidRDefault="0092199C" w:rsidP="0092199C">
      <w:pPr>
        <w:jc w:val="both"/>
        <w:rPr>
          <w:rStyle w:val="nowrap"/>
          <w:bCs/>
        </w:rPr>
      </w:pPr>
      <w:r>
        <w:t>s uzavřením darovací smlouvy mezi městem Strakonice, Velké náměstí 2, 386 01 Strakonice, IČ</w:t>
      </w:r>
      <w:r w:rsidR="0035010C">
        <w:t>O</w:t>
      </w:r>
      <w:r>
        <w:t xml:space="preserve"> 00251810 a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304, 386 01 Strakonice, IČ</w:t>
      </w:r>
      <w:r w:rsidR="002C2731">
        <w:t>O</w:t>
      </w:r>
      <w:r>
        <w:t xml:space="preserve"> 22890947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25 500 Kč. </w:t>
      </w:r>
    </w:p>
    <w:p w:rsidR="0010713D" w:rsidRDefault="0010713D" w:rsidP="0010713D">
      <w:pPr>
        <w:pStyle w:val="Nadpis3"/>
      </w:pPr>
      <w:r>
        <w:t>III. S</w:t>
      </w:r>
      <w:r w:rsidR="006F6F8F">
        <w:t>ouhlasí</w:t>
      </w:r>
    </w:p>
    <w:p w:rsidR="0092199C" w:rsidRDefault="0092199C" w:rsidP="0092199C">
      <w:pPr>
        <w:jc w:val="both"/>
      </w:pPr>
      <w:r>
        <w:t>s uzavřením darovací smlouvy mezi městem Strakonice, Velké náměstí 2, 386 01 Strakonice, IČ</w:t>
      </w:r>
      <w:r w:rsidR="0035010C">
        <w:t>O</w:t>
      </w:r>
      <w:r>
        <w:t xml:space="preserve"> 00251810 a Tělovýchovnou jednotou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Pod Hradem 128, 386 01 Strakonice, IČ</w:t>
      </w:r>
      <w:r w:rsidR="002C2731">
        <w:t>O</w:t>
      </w:r>
      <w:r>
        <w:t xml:space="preserve"> 16820088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33 000 Kč. </w:t>
      </w:r>
    </w:p>
    <w:p w:rsidR="0010713D" w:rsidRDefault="0010713D" w:rsidP="0010713D">
      <w:pPr>
        <w:pStyle w:val="Nadpis3"/>
      </w:pPr>
      <w:r>
        <w:t>IV. S</w:t>
      </w:r>
      <w:r w:rsidR="006F6F8F">
        <w:t>ouhlasí</w:t>
      </w:r>
    </w:p>
    <w:p w:rsidR="0092199C" w:rsidRDefault="0092199C" w:rsidP="0092199C">
      <w:pPr>
        <w:jc w:val="both"/>
        <w:rPr>
          <w:rStyle w:val="nowrap"/>
          <w:bCs/>
        </w:rPr>
      </w:pPr>
      <w:r>
        <w:t>s uzavřením darovací smlouvy mezi městem Strakonice, Velké náměstí 2, 386 01 Strakonice, IČ</w:t>
      </w:r>
      <w:r w:rsidR="0035010C">
        <w:t>O</w:t>
      </w:r>
      <w:r>
        <w:t xml:space="preserve"> 00251810 a TJ ČZ Strakonice, spolek, Máchova 108, 386 01 Strakonice, IČ</w:t>
      </w:r>
      <w:r w:rsidR="002C2731">
        <w:t>O</w:t>
      </w:r>
      <w:r>
        <w:t xml:space="preserve"> </w:t>
      </w:r>
      <w:r w:rsidRPr="007A7343">
        <w:rPr>
          <w:rStyle w:val="nowrap"/>
          <w:bCs/>
        </w:rPr>
        <w:t>00475921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56 500 Kč. </w:t>
      </w:r>
    </w:p>
    <w:p w:rsidR="0010713D" w:rsidRDefault="0010713D" w:rsidP="0010713D">
      <w:pPr>
        <w:pStyle w:val="Nadpis3"/>
      </w:pPr>
      <w:r>
        <w:t>V. S</w:t>
      </w:r>
      <w:r w:rsidR="006F6F8F">
        <w:t>ouhlasí</w:t>
      </w:r>
    </w:p>
    <w:p w:rsidR="0092199C" w:rsidRDefault="0092199C" w:rsidP="0092199C">
      <w:pPr>
        <w:jc w:val="both"/>
        <w:rPr>
          <w:rStyle w:val="nowrap"/>
          <w:bCs/>
        </w:rPr>
      </w:pPr>
      <w:r>
        <w:t>s uzavřením darovací smlouvy mezi městem Strakonice, Velké náměstí 2, 386 01 Strakonice, IČ</w:t>
      </w:r>
      <w:r w:rsidR="0035010C">
        <w:t>O</w:t>
      </w:r>
      <w:r>
        <w:t xml:space="preserve"> 00251810 a Tělocvičnou jednotou Sokol Strakonice, Na Stráži 340, 386 01 Strakonice, IČ</w:t>
      </w:r>
      <w:r w:rsidR="002C2731">
        <w:t>O</w:t>
      </w:r>
      <w:r>
        <w:t xml:space="preserve"> 60829265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20 500 Kč. </w:t>
      </w:r>
    </w:p>
    <w:p w:rsidR="0010713D" w:rsidRDefault="0010713D" w:rsidP="0010713D">
      <w:pPr>
        <w:pStyle w:val="Nadpis3"/>
      </w:pPr>
      <w:r>
        <w:t>VI. S</w:t>
      </w:r>
      <w:r w:rsidR="006F6F8F">
        <w:t>ouhlasí</w:t>
      </w:r>
    </w:p>
    <w:p w:rsidR="0092199C" w:rsidRDefault="0092199C" w:rsidP="0092199C">
      <w:pPr>
        <w:jc w:val="both"/>
        <w:rPr>
          <w:rStyle w:val="nowrap"/>
          <w:bCs/>
        </w:rPr>
      </w:pPr>
      <w:r>
        <w:t>s uzavřením darovací smlouvy mezi městem Strakonice, Velké náměstí 2, 386 01 Strakonice, IČ</w:t>
      </w:r>
      <w:r w:rsidR="0035010C">
        <w:t>O</w:t>
      </w:r>
      <w:r>
        <w:t xml:space="preserve"> 00251810 a Basketbalovým klubem </w:t>
      </w:r>
      <w:proofErr w:type="gramStart"/>
      <w:r>
        <w:t xml:space="preserve">Strakonice </w:t>
      </w:r>
      <w:proofErr w:type="spellStart"/>
      <w:r>
        <w:t>z.s</w:t>
      </w:r>
      <w:proofErr w:type="spellEnd"/>
      <w:r w:rsidR="00D55DF2">
        <w:t>.</w:t>
      </w:r>
      <w:proofErr w:type="gramEnd"/>
      <w:r>
        <w:t>, Máchova 1113, 386 01 Strakonice, IČ</w:t>
      </w:r>
      <w:r w:rsidR="002C2731">
        <w:t>O</w:t>
      </w:r>
      <w:r>
        <w:t xml:space="preserve"> 42386748</w:t>
      </w:r>
      <w:r>
        <w:rPr>
          <w:rStyle w:val="nowrap"/>
          <w:bCs/>
        </w:rPr>
        <w:t xml:space="preserve">,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23 000 Kč. </w:t>
      </w:r>
    </w:p>
    <w:p w:rsidR="0010713D" w:rsidRDefault="0010713D" w:rsidP="0010713D">
      <w:pPr>
        <w:pStyle w:val="Nadpis3"/>
      </w:pPr>
      <w:r>
        <w:t>VII. S</w:t>
      </w:r>
      <w:r w:rsidR="006F6F8F">
        <w:t>ouhlasí</w:t>
      </w:r>
    </w:p>
    <w:p w:rsidR="0092199C" w:rsidRDefault="0092199C" w:rsidP="0092199C">
      <w:pPr>
        <w:jc w:val="both"/>
      </w:pPr>
      <w:r>
        <w:t>s uzavřením darovací smlouvy mezi městem Strakonice, Velké náměstí 2, 386 01 Strakonice, IČ</w:t>
      </w:r>
      <w:r w:rsidR="0035010C">
        <w:t>O</w:t>
      </w:r>
      <w:r>
        <w:t xml:space="preserve"> 00251810 a Sdružením rodičů při ZŠ Dukelská Strakonice, z. </w:t>
      </w:r>
      <w:proofErr w:type="gramStart"/>
      <w:r>
        <w:t>s.</w:t>
      </w:r>
      <w:proofErr w:type="gramEnd"/>
      <w:r>
        <w:t>, Dukelská 166, 386 01 Strakonice, IČ</w:t>
      </w:r>
      <w:r w:rsidR="002C2731">
        <w:t>O 4</w:t>
      </w:r>
      <w:r>
        <w:t>7253321,</w:t>
      </w:r>
      <w:r>
        <w:rPr>
          <w:rStyle w:val="nowrap"/>
          <w:bCs/>
        </w:rPr>
        <w:t xml:space="preserve"> jejímž předmětem je poskytnutí mimořádné </w:t>
      </w:r>
      <w:r w:rsidRPr="00846EEA">
        <w:rPr>
          <w:rStyle w:val="nowrap"/>
          <w:bCs/>
        </w:rPr>
        <w:t>podpor</w:t>
      </w:r>
      <w:r>
        <w:rPr>
          <w:rStyle w:val="nowrap"/>
          <w:bCs/>
        </w:rPr>
        <w:t>y</w:t>
      </w:r>
      <w:r w:rsidRPr="00846EEA">
        <w:rPr>
          <w:rStyle w:val="nowrap"/>
          <w:bCs/>
        </w:rPr>
        <w:t xml:space="preserve"> organizovaných aktivit pro volný čas dětí od 6 do 15 let ve Strakonicích v roce 2018</w:t>
      </w:r>
      <w:r>
        <w:rPr>
          <w:rStyle w:val="nowrap"/>
          <w:bCs/>
        </w:rPr>
        <w:t xml:space="preserve"> ve výši </w:t>
      </w:r>
      <w:r>
        <w:rPr>
          <w:rStyle w:val="nowrap"/>
          <w:bCs/>
        </w:rPr>
        <w:br/>
        <w:t>59 000 Kč.</w:t>
      </w:r>
    </w:p>
    <w:p w:rsidR="0092199C" w:rsidRDefault="0092199C" w:rsidP="0092199C">
      <w:pPr>
        <w:pStyle w:val="Nadpis3"/>
      </w:pPr>
      <w:r>
        <w:lastRenderedPageBreak/>
        <w:t>VIII</w:t>
      </w:r>
      <w:r w:rsidRPr="00DD5B7A">
        <w:t>. Pověřuje</w:t>
      </w:r>
    </w:p>
    <w:p w:rsidR="0092199C" w:rsidRPr="00DD5B7A" w:rsidRDefault="0092199C" w:rsidP="0092199C">
      <w:pPr>
        <w:spacing w:line="259" w:lineRule="auto"/>
      </w:pPr>
      <w:r w:rsidRPr="00DD5B7A">
        <w:t xml:space="preserve">starostu města podpisem </w:t>
      </w:r>
      <w:r>
        <w:t xml:space="preserve">shora </w:t>
      </w:r>
      <w:r w:rsidRPr="00DD5B7A">
        <w:t xml:space="preserve">uvedených </w:t>
      </w:r>
      <w:r>
        <w:t>darovacích</w:t>
      </w:r>
      <w:r w:rsidRPr="00DD5B7A">
        <w:t xml:space="preserve"> smluv.</w:t>
      </w:r>
    </w:p>
    <w:p w:rsidR="00402F06" w:rsidRDefault="00402F06" w:rsidP="00C96F5F"/>
    <w:p w:rsidR="0010713D" w:rsidRDefault="0010713D" w:rsidP="0010713D">
      <w:pPr>
        <w:pStyle w:val="Nadpis2"/>
        <w:jc w:val="left"/>
        <w:rPr>
          <w:szCs w:val="32"/>
        </w:rPr>
      </w:pPr>
      <w:r>
        <w:rPr>
          <w:szCs w:val="32"/>
        </w:rPr>
        <w:t xml:space="preserve">2) </w:t>
      </w:r>
      <w:r w:rsidR="008F2A90">
        <w:rPr>
          <w:szCs w:val="32"/>
        </w:rPr>
        <w:t>Dotace</w:t>
      </w:r>
      <w:r w:rsidR="00D41864">
        <w:rPr>
          <w:szCs w:val="32"/>
        </w:rPr>
        <w:t xml:space="preserve"> na podporu tělovýchovy, sportu a ostatních volnočasových aktivit dospělých pro rok 2018</w:t>
      </w:r>
    </w:p>
    <w:p w:rsidR="0027596F" w:rsidRDefault="0027596F" w:rsidP="00D41864"/>
    <w:p w:rsidR="0010713D" w:rsidRDefault="0010713D" w:rsidP="0010713D">
      <w:pPr>
        <w:pStyle w:val="Nadpis3"/>
      </w:pPr>
      <w:r>
        <w:t xml:space="preserve">Návrh usnesení: </w:t>
      </w:r>
    </w:p>
    <w:p w:rsidR="0010713D" w:rsidRDefault="0010713D" w:rsidP="0010713D">
      <w:r>
        <w:t>ZM po projednání</w:t>
      </w:r>
    </w:p>
    <w:p w:rsidR="0010713D" w:rsidRDefault="0010713D" w:rsidP="0010713D">
      <w:pPr>
        <w:pStyle w:val="Nadpis3"/>
      </w:pPr>
      <w:r>
        <w:t>I. S</w:t>
      </w:r>
      <w:r w:rsidR="0005045A">
        <w:t>ouhlasí</w:t>
      </w:r>
    </w:p>
    <w:p w:rsidR="008F2A90" w:rsidRDefault="008F2A90" w:rsidP="008F2A90">
      <w:pPr>
        <w:jc w:val="both"/>
        <w:rPr>
          <w:szCs w:val="22"/>
        </w:rPr>
      </w:pPr>
      <w:r>
        <w:t xml:space="preserve">s poskytnutím dotace ve výši 155 000 Kč, tj. ve snížené výši oproti žádosti z důvodu omezených finančních prostředků alokovaných v dotačním programu,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</w:t>
      </w:r>
      <w:r w:rsidRPr="00204A28">
        <w:rPr>
          <w:szCs w:val="22"/>
        </w:rPr>
        <w:t xml:space="preserve">, 386 01 Strakonice, IČO </w:t>
      </w:r>
      <w:r>
        <w:rPr>
          <w:szCs w:val="22"/>
        </w:rPr>
        <w:t xml:space="preserve">22890947 </w:t>
      </w:r>
      <w:r w:rsidRPr="00E54B7E">
        <w:rPr>
          <w:szCs w:val="22"/>
        </w:rPr>
        <w:t>na nájemné sportovišť STARZ, náklady na řízení soutěží, materiálové vybavení a na dopravu k soutěžím</w:t>
      </w:r>
      <w:r w:rsidRPr="00981547">
        <w:rPr>
          <w:szCs w:val="22"/>
        </w:rPr>
        <w:t>.</w:t>
      </w:r>
    </w:p>
    <w:p w:rsidR="008F2A90" w:rsidRDefault="008F2A90" w:rsidP="008F2A90">
      <w:pPr>
        <w:pStyle w:val="Nadpis3"/>
      </w:pPr>
      <w:r>
        <w:t>I</w:t>
      </w:r>
      <w:r w:rsidR="0005045A">
        <w:t>I</w:t>
      </w:r>
      <w:r>
        <w:t>. S</w:t>
      </w:r>
      <w:r w:rsidR="0005045A">
        <w:t>ouhlasí</w:t>
      </w:r>
    </w:p>
    <w:p w:rsidR="008F2A90" w:rsidRDefault="008F2A90" w:rsidP="008F2A90">
      <w:pPr>
        <w:jc w:val="both"/>
        <w:rPr>
          <w:szCs w:val="22"/>
        </w:rPr>
      </w:pPr>
      <w:r>
        <w:t xml:space="preserve">s poskytnutím dotace ve výši 205 000 Kč, tj. ve snížené výši oproti žádosti z důvodu omezených finančních prostředků alokovaných v dotačním programu, TJ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Pod Hradem 128</w:t>
      </w:r>
      <w:r w:rsidRPr="00204A28">
        <w:rPr>
          <w:szCs w:val="22"/>
        </w:rPr>
        <w:t xml:space="preserve">, 386 01 Strakonice, IČO </w:t>
      </w:r>
      <w:r>
        <w:rPr>
          <w:szCs w:val="22"/>
        </w:rPr>
        <w:t xml:space="preserve">16820088 na </w:t>
      </w:r>
      <w:r w:rsidRPr="00E54B7E">
        <w:rPr>
          <w:szCs w:val="22"/>
        </w:rPr>
        <w:t>cestovné k soutěžním utkáním,</w:t>
      </w:r>
      <w:r>
        <w:rPr>
          <w:szCs w:val="22"/>
        </w:rPr>
        <w:t xml:space="preserve"> </w:t>
      </w:r>
      <w:r w:rsidRPr="00E54B7E">
        <w:rPr>
          <w:szCs w:val="22"/>
        </w:rPr>
        <w:t>turnajům a na tréninky, náklady na ubytování při účasti na sportovní akci mimo Strakonice a při sportovní přípravě, startovné v soutěžích a turnajích, registrační poplatky, náklady za výkon rozhodčích a delegátů včetně cestovného v rámci soutěží, sportovní vybavení, nájemné sportovišť a nájemné nebytových prostor potřebných pro činnost, energie</w:t>
      </w:r>
      <w:r>
        <w:rPr>
          <w:szCs w:val="22"/>
        </w:rPr>
        <w:t>.</w:t>
      </w:r>
    </w:p>
    <w:p w:rsidR="008F2A90" w:rsidRDefault="008F2A90" w:rsidP="008F2A90">
      <w:pPr>
        <w:pStyle w:val="Nadpis3"/>
      </w:pPr>
      <w:r>
        <w:t>I</w:t>
      </w:r>
      <w:r w:rsidR="0005045A">
        <w:t>II</w:t>
      </w:r>
      <w:r>
        <w:t>. S</w:t>
      </w:r>
      <w:r w:rsidR="0005045A">
        <w:t>ouhlasí</w:t>
      </w:r>
    </w:p>
    <w:p w:rsidR="008F2A90" w:rsidRDefault="008F2A90" w:rsidP="008F2A90">
      <w:pPr>
        <w:jc w:val="both"/>
        <w:rPr>
          <w:szCs w:val="22"/>
        </w:rPr>
      </w:pPr>
      <w:r>
        <w:t xml:space="preserve">s poskytnutím dotace ve výši 205 000 Kč, tj. ve snížené výši oproti žádosti z důvodu omezených finančních prostředků alokovaných v dotačním programu, HC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</w:t>
      </w:r>
      <w:r w:rsidRPr="00204A28">
        <w:rPr>
          <w:szCs w:val="22"/>
        </w:rPr>
        <w:t xml:space="preserve">, 386 01 Strakonice, IČO </w:t>
      </w:r>
      <w:r>
        <w:rPr>
          <w:szCs w:val="22"/>
        </w:rPr>
        <w:t xml:space="preserve">46687869 </w:t>
      </w:r>
      <w:r w:rsidRPr="00E54B7E">
        <w:rPr>
          <w:szCs w:val="22"/>
        </w:rPr>
        <w:t>na náklady spojené se sportovní činností dospělých (A-týmu) a účastí na oficiálních soutěžích, jako jsou náklady na dopravu, rozhodčí, zdravotnické zabezpečení, nákup tréninkových pomůcek nebo na výplaty trenérů nebo pronájem ledové plochy</w:t>
      </w:r>
      <w:r>
        <w:rPr>
          <w:szCs w:val="22"/>
        </w:rPr>
        <w:t>.</w:t>
      </w:r>
    </w:p>
    <w:p w:rsidR="008F2A90" w:rsidRDefault="008F2A90" w:rsidP="008F2A90">
      <w:pPr>
        <w:pStyle w:val="Nadpis3"/>
      </w:pPr>
      <w:r>
        <w:t>I</w:t>
      </w:r>
      <w:r w:rsidR="0005045A">
        <w:t>V</w:t>
      </w:r>
      <w:r>
        <w:t>. S</w:t>
      </w:r>
      <w:r w:rsidR="0005045A">
        <w:t>ouhlasí</w:t>
      </w:r>
    </w:p>
    <w:p w:rsidR="008F2A90" w:rsidRDefault="008F2A90" w:rsidP="008F2A90">
      <w:pPr>
        <w:jc w:val="both"/>
        <w:rPr>
          <w:szCs w:val="22"/>
        </w:rPr>
      </w:pPr>
      <w:r>
        <w:t xml:space="preserve">s poskytnutím dotace ve výši 215 000 Kč, tj. ve snížené výši oproti žádosti z důvodu omezených finančních prostředků alokovaných v dotačním programu, Basketbalovému klubu Strakonice, z. </w:t>
      </w:r>
      <w:proofErr w:type="gramStart"/>
      <w:r>
        <w:t>s.</w:t>
      </w:r>
      <w:proofErr w:type="gramEnd"/>
      <w:r>
        <w:t>, Máchova 1113,</w:t>
      </w:r>
      <w:r w:rsidRPr="00204A28">
        <w:rPr>
          <w:szCs w:val="22"/>
        </w:rPr>
        <w:t xml:space="preserve"> 386 01 Strakonice, IČO </w:t>
      </w:r>
      <w:r>
        <w:rPr>
          <w:szCs w:val="22"/>
        </w:rPr>
        <w:t xml:space="preserve">42386748 </w:t>
      </w:r>
      <w:r w:rsidRPr="001202EF">
        <w:rPr>
          <w:szCs w:val="22"/>
        </w:rPr>
        <w:t>na dopravu, cestovné k soutěžním utkáním, turnajům a na tréninky, náklady na ubytování při účasti na sportovní akci mimo území města Strakonice a při sportovní  přípravě, startovné v soutěžích a turnajích, registrační poplatky, náklady za výkon rozhodčích a delegátů vč. cestovného v rámci soutěží, odměny trenérů, sportovní vybavení, nájemné sportovišť, nájemné nebytových prostor potřebných pro činnost, energie</w:t>
      </w:r>
      <w:r>
        <w:rPr>
          <w:szCs w:val="22"/>
        </w:rPr>
        <w:t>.</w:t>
      </w:r>
    </w:p>
    <w:p w:rsidR="008F2A90" w:rsidRDefault="0005045A" w:rsidP="008F2A90">
      <w:pPr>
        <w:pStyle w:val="Nadpis3"/>
      </w:pPr>
      <w:r>
        <w:t>V</w:t>
      </w:r>
      <w:r w:rsidR="008F2A90">
        <w:t>. S</w:t>
      </w:r>
      <w:r>
        <w:t>ouhlasí</w:t>
      </w:r>
    </w:p>
    <w:p w:rsidR="008F2A90" w:rsidRDefault="008F2A90" w:rsidP="008F2A90">
      <w:pPr>
        <w:jc w:val="both"/>
        <w:rPr>
          <w:szCs w:val="22"/>
        </w:rPr>
      </w:pPr>
      <w:r>
        <w:t>s poskytnutím dotace ve výši 205 000 Kč, tj. ve snížené výši oproti žádosti z důvodu omezených finančních prostředků alokovaných v dotačním programu, TJ ČZ Strakonice, spolek, oddílu házené, Máchova 108,</w:t>
      </w:r>
      <w:r w:rsidRPr="00204A28">
        <w:rPr>
          <w:szCs w:val="22"/>
        </w:rPr>
        <w:t xml:space="preserve"> 386 01 Strakonice, IČO </w:t>
      </w:r>
      <w:r>
        <w:rPr>
          <w:szCs w:val="22"/>
        </w:rPr>
        <w:t xml:space="preserve">00475921 </w:t>
      </w:r>
      <w:r w:rsidRPr="004F09F4">
        <w:rPr>
          <w:szCs w:val="22"/>
        </w:rPr>
        <w:t xml:space="preserve">na účast v oficiálních soutěžích a na přípravných utkáních - náklady na dopravu a cestovné na soutěže a tréninky, na ubytování hráčů při sportovních akcích a přípravě mimo území města Strakonice, náklady za výkon rozhodčích </w:t>
      </w:r>
      <w:r w:rsidRPr="004F09F4">
        <w:rPr>
          <w:szCs w:val="22"/>
        </w:rPr>
        <w:lastRenderedPageBreak/>
        <w:t>a delegátů vč</w:t>
      </w:r>
      <w:r>
        <w:rPr>
          <w:szCs w:val="22"/>
        </w:rPr>
        <w:t>.</w:t>
      </w:r>
      <w:r w:rsidRPr="004F09F4">
        <w:rPr>
          <w:szCs w:val="22"/>
        </w:rPr>
        <w:t xml:space="preserve"> cestovného v rámci soutěží, na úhradu týmového startovného v soutěžích mužů a na turnajích, na obnovu a nákup sportovního vybavení, zdravotnického materiálu a tréninkových pomůcek, náklady na nájemné za sportoviště, odměny trenérů aj.</w:t>
      </w:r>
    </w:p>
    <w:p w:rsidR="00951BFD" w:rsidRDefault="0005045A" w:rsidP="00951BFD">
      <w:pPr>
        <w:pStyle w:val="Nadpis3"/>
      </w:pPr>
      <w:r>
        <w:t>V</w:t>
      </w:r>
      <w:r w:rsidR="00951BFD">
        <w:t>I. S</w:t>
      </w:r>
      <w:r>
        <w:t>ouhlasí</w:t>
      </w:r>
    </w:p>
    <w:p w:rsidR="00F21E00" w:rsidRDefault="00F21E00" w:rsidP="00F21E00">
      <w:pPr>
        <w:jc w:val="both"/>
        <w:rPr>
          <w:szCs w:val="22"/>
        </w:rPr>
      </w:pPr>
      <w:r>
        <w:t>s poskytnutím dotace ve výši 65 000 Kč, tj. ve snížené výši oproti žádosti z důvodu omezených finančních prostředků alokovaných v dotačním programu, Aeroklubu</w:t>
      </w:r>
      <w:r w:rsidRPr="0054585F">
        <w:t xml:space="preserve"> Strakonice</w:t>
      </w:r>
      <w:r>
        <w:t xml:space="preserve">, z. </w:t>
      </w:r>
      <w:proofErr w:type="gramStart"/>
      <w:r>
        <w:t>s.</w:t>
      </w:r>
      <w:proofErr w:type="gramEnd"/>
      <w:r>
        <w:t>, V Lipkách 96,</w:t>
      </w:r>
      <w:r w:rsidRPr="00204A28">
        <w:rPr>
          <w:szCs w:val="22"/>
        </w:rPr>
        <w:t xml:space="preserve"> 386 01 Strakonice, IČO </w:t>
      </w:r>
      <w:r>
        <w:rPr>
          <w:szCs w:val="22"/>
        </w:rPr>
        <w:t xml:space="preserve">00675645 </w:t>
      </w:r>
      <w:r w:rsidR="002677CC">
        <w:rPr>
          <w:szCs w:val="22"/>
        </w:rPr>
        <w:t xml:space="preserve">na </w:t>
      </w:r>
      <w:r w:rsidRPr="0054585F">
        <w:rPr>
          <w:szCs w:val="22"/>
        </w:rPr>
        <w:t>tréninkové seskoky, letecké soustředění plachtařů GLD, parašutistů PAR a pilotů motorových letadel</w:t>
      </w:r>
      <w:r>
        <w:rPr>
          <w:szCs w:val="22"/>
        </w:rPr>
        <w:t>.</w:t>
      </w:r>
    </w:p>
    <w:p w:rsidR="00951BFD" w:rsidRPr="000358E0" w:rsidRDefault="00951BFD" w:rsidP="00951BFD">
      <w:pPr>
        <w:pStyle w:val="Nadpis3"/>
      </w:pPr>
      <w:r w:rsidRPr="000358E0">
        <w:rPr>
          <w:szCs w:val="22"/>
        </w:rPr>
        <w:t>VI</w:t>
      </w:r>
      <w:r>
        <w:rPr>
          <w:szCs w:val="22"/>
        </w:rPr>
        <w:t>I</w:t>
      </w:r>
      <w:r w:rsidRPr="000358E0">
        <w:rPr>
          <w:szCs w:val="22"/>
        </w:rPr>
        <w:t xml:space="preserve">. </w:t>
      </w:r>
      <w:r w:rsidRPr="000358E0">
        <w:t>Souhlasí</w:t>
      </w:r>
    </w:p>
    <w:p w:rsidR="00951BFD" w:rsidRPr="005146B2" w:rsidRDefault="00951BFD" w:rsidP="00951BFD">
      <w:pPr>
        <w:spacing w:line="259" w:lineRule="auto"/>
        <w:jc w:val="both"/>
      </w:pPr>
      <w:r w:rsidRPr="005146B2">
        <w:t>s uzavřením veřejnoprávních smluv v předloženém znění.</w:t>
      </w:r>
    </w:p>
    <w:p w:rsidR="00951BFD" w:rsidRPr="000358E0" w:rsidRDefault="000F4757" w:rsidP="00951BFD">
      <w:pPr>
        <w:pStyle w:val="Nadpis3"/>
        <w:spacing w:line="259" w:lineRule="auto"/>
      </w:pPr>
      <w:r>
        <w:t>V</w:t>
      </w:r>
      <w:r w:rsidR="00951BFD">
        <w:t>III</w:t>
      </w:r>
      <w:r w:rsidR="00951BFD" w:rsidRPr="000358E0">
        <w:t>. Pověřuje</w:t>
      </w:r>
    </w:p>
    <w:p w:rsidR="00951BFD" w:rsidRDefault="00951BFD" w:rsidP="00951BFD">
      <w:pPr>
        <w:spacing w:line="259" w:lineRule="auto"/>
        <w:jc w:val="both"/>
      </w:pPr>
      <w:r w:rsidRPr="005146B2">
        <w:t>staros</w:t>
      </w:r>
      <w:r>
        <w:t>t</w:t>
      </w:r>
      <w:r w:rsidRPr="005146B2">
        <w:t>u města podpisem uvedených veřejnoprávních smluv.</w:t>
      </w:r>
    </w:p>
    <w:p w:rsidR="0010713D" w:rsidRDefault="0010713D" w:rsidP="0010713D"/>
    <w:p w:rsidR="0069241B" w:rsidRPr="00E62DC6" w:rsidRDefault="0069241B" w:rsidP="0069241B">
      <w:pPr>
        <w:pStyle w:val="Nadpis2"/>
        <w:jc w:val="both"/>
        <w:rPr>
          <w:b w:val="0"/>
          <w:szCs w:val="28"/>
        </w:rPr>
      </w:pPr>
      <w:r>
        <w:rPr>
          <w:szCs w:val="28"/>
        </w:rPr>
        <w:t>3</w:t>
      </w:r>
      <w:r w:rsidRPr="00E62DC6">
        <w:rPr>
          <w:szCs w:val="28"/>
        </w:rPr>
        <w:t>)</w:t>
      </w:r>
      <w:r>
        <w:rPr>
          <w:szCs w:val="28"/>
        </w:rPr>
        <w:t xml:space="preserve"> Vyhlášení Dotačního programu města Strakonice na podporu tělovýchovy, sportu a ostatních volnočasových aktivit pro rok 2020 </w:t>
      </w: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9241B" w:rsidRDefault="0098111E" w:rsidP="0069241B">
      <w:pPr>
        <w:widowControl w:val="0"/>
        <w:autoSpaceDE w:val="0"/>
        <w:autoSpaceDN w:val="0"/>
        <w:adjustRightInd w:val="0"/>
        <w:jc w:val="both"/>
      </w:pPr>
      <w:r>
        <w:t>Z</w:t>
      </w:r>
      <w:r w:rsidR="0069241B">
        <w:t>M po projednání:</w:t>
      </w:r>
    </w:p>
    <w:p w:rsidR="0069241B" w:rsidRPr="00E62DC6" w:rsidRDefault="0069241B" w:rsidP="0069241B">
      <w:pPr>
        <w:pStyle w:val="Nadpis3"/>
        <w:rPr>
          <w:b w:val="0"/>
        </w:rPr>
      </w:pPr>
      <w:r w:rsidRPr="00E62DC6">
        <w:t xml:space="preserve">I. </w:t>
      </w:r>
      <w:r w:rsidR="004E2A75">
        <w:t>Souhlasí</w:t>
      </w:r>
    </w:p>
    <w:p w:rsidR="0069241B" w:rsidRDefault="0069241B" w:rsidP="0069241B">
      <w:pPr>
        <w:jc w:val="both"/>
        <w:rPr>
          <w:bCs/>
        </w:rPr>
      </w:pPr>
      <w:r>
        <w:t xml:space="preserve">s vyhlášením Dotačního programu města Strakonice </w:t>
      </w:r>
      <w:r>
        <w:rPr>
          <w:bCs/>
        </w:rPr>
        <w:t xml:space="preserve">na podporu tělovýchovy, sportu a ostatních volnočasových aktivit pro rok 2020. </w:t>
      </w:r>
    </w:p>
    <w:p w:rsidR="0069241B" w:rsidRPr="00E62DC6" w:rsidRDefault="0069241B" w:rsidP="0069241B">
      <w:pPr>
        <w:pStyle w:val="Nadpis3"/>
        <w:rPr>
          <w:b w:val="0"/>
        </w:rPr>
      </w:pPr>
      <w:r>
        <w:t>I</w:t>
      </w:r>
      <w:r w:rsidRPr="00E62DC6">
        <w:t xml:space="preserve">I. </w:t>
      </w:r>
      <w:r>
        <w:t>Souhlasí</w:t>
      </w:r>
    </w:p>
    <w:p w:rsidR="0069241B" w:rsidRDefault="0069241B" w:rsidP="0069241B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2020.    </w:t>
      </w:r>
    </w:p>
    <w:p w:rsidR="0069241B" w:rsidRDefault="0069241B" w:rsidP="0069241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69241B" w:rsidRPr="00E62DC6" w:rsidRDefault="0069241B" w:rsidP="0069241B">
      <w:pPr>
        <w:pStyle w:val="Nadpis2"/>
        <w:jc w:val="both"/>
        <w:rPr>
          <w:b w:val="0"/>
          <w:szCs w:val="28"/>
        </w:rPr>
      </w:pPr>
      <w:r>
        <w:rPr>
          <w:szCs w:val="28"/>
        </w:rPr>
        <w:t>4</w:t>
      </w:r>
      <w:r w:rsidRPr="00E62DC6">
        <w:rPr>
          <w:szCs w:val="28"/>
        </w:rPr>
        <w:t>)</w:t>
      </w:r>
      <w:r>
        <w:rPr>
          <w:szCs w:val="28"/>
        </w:rPr>
        <w:t xml:space="preserve"> Vyhlášení Dotačního programu města Strakonice na podporu tělovýchovy, sportu a ostatních volnočasových aktivit dospělých pro rok 2020 </w:t>
      </w: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</w:pP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9241B" w:rsidRDefault="0098111E" w:rsidP="0069241B">
      <w:pPr>
        <w:widowControl w:val="0"/>
        <w:autoSpaceDE w:val="0"/>
        <w:autoSpaceDN w:val="0"/>
        <w:adjustRightInd w:val="0"/>
        <w:jc w:val="both"/>
      </w:pPr>
      <w:r>
        <w:t>Z</w:t>
      </w:r>
      <w:r w:rsidR="0069241B">
        <w:t>M po projednání:</w:t>
      </w:r>
    </w:p>
    <w:p w:rsidR="0069241B" w:rsidRPr="00E62DC6" w:rsidRDefault="0069241B" w:rsidP="0069241B">
      <w:pPr>
        <w:pStyle w:val="Nadpis3"/>
        <w:rPr>
          <w:b w:val="0"/>
        </w:rPr>
      </w:pPr>
      <w:r w:rsidRPr="00E62DC6">
        <w:t xml:space="preserve">I. </w:t>
      </w:r>
      <w:r w:rsidR="00CA3AAA">
        <w:t>Souhlasí</w:t>
      </w:r>
    </w:p>
    <w:p w:rsidR="0069241B" w:rsidRDefault="0069241B" w:rsidP="0069241B">
      <w:pPr>
        <w:spacing w:line="259" w:lineRule="auto"/>
        <w:jc w:val="both"/>
        <w:rPr>
          <w:bCs/>
        </w:rPr>
      </w:pPr>
      <w:r>
        <w:t xml:space="preserve">s vyhlášením Dotačního programu města Strakonice </w:t>
      </w:r>
      <w:r>
        <w:rPr>
          <w:bCs/>
        </w:rPr>
        <w:t xml:space="preserve">na podporu tělovýchovy, sportu a ostatních volnočasových aktivit dospělých pro rok 2020. </w:t>
      </w:r>
    </w:p>
    <w:p w:rsidR="0069241B" w:rsidRPr="00E62DC6" w:rsidRDefault="0069241B" w:rsidP="0069241B">
      <w:pPr>
        <w:pStyle w:val="Nadpis3"/>
        <w:rPr>
          <w:b w:val="0"/>
        </w:rPr>
      </w:pPr>
      <w:r>
        <w:t>I</w:t>
      </w:r>
      <w:r w:rsidRPr="00E62DC6">
        <w:t xml:space="preserve">I. </w:t>
      </w:r>
      <w:r>
        <w:t>Souhlasí</w:t>
      </w:r>
    </w:p>
    <w:p w:rsidR="0069241B" w:rsidRDefault="0069241B" w:rsidP="0069241B">
      <w:pPr>
        <w:spacing w:line="259" w:lineRule="auto"/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2020.    </w:t>
      </w:r>
    </w:p>
    <w:p w:rsidR="0069241B" w:rsidRDefault="0069241B" w:rsidP="0069241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69241B" w:rsidRDefault="0069241B" w:rsidP="0069241B"/>
    <w:p w:rsidR="001E6DAC" w:rsidRDefault="001E6DAC" w:rsidP="0069241B"/>
    <w:p w:rsidR="0069241B" w:rsidRDefault="0069241B" w:rsidP="0069241B">
      <w:pPr>
        <w:pStyle w:val="Nadpis2"/>
        <w:jc w:val="both"/>
        <w:rPr>
          <w:b w:val="0"/>
          <w:szCs w:val="28"/>
        </w:rPr>
      </w:pPr>
      <w:r>
        <w:rPr>
          <w:szCs w:val="28"/>
        </w:rPr>
        <w:lastRenderedPageBreak/>
        <w:t>5</w:t>
      </w:r>
      <w:r w:rsidRPr="00E62DC6">
        <w:rPr>
          <w:szCs w:val="28"/>
        </w:rPr>
        <w:t>)</w:t>
      </w:r>
      <w:r>
        <w:rPr>
          <w:szCs w:val="28"/>
        </w:rPr>
        <w:t xml:space="preserve"> Vyhlášení Dotačního programu města Strakonice na podporu tělovýchovy, sportu a ostatních volnočasových aktivit pro rok 2019 – Podpora na nájemné a služby spojené s nájmem ve sportovních zařízeních města Strakonice pro mládež – spravovaných </w:t>
      </w:r>
      <w:proofErr w:type="spellStart"/>
      <w:r>
        <w:rPr>
          <w:szCs w:val="28"/>
        </w:rPr>
        <w:t>STARZem</w:t>
      </w:r>
      <w:proofErr w:type="spellEnd"/>
      <w:r>
        <w:rPr>
          <w:szCs w:val="28"/>
        </w:rPr>
        <w:t xml:space="preserve"> Strakonice</w:t>
      </w: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9241B" w:rsidRDefault="00D00D76" w:rsidP="0069241B">
      <w:pPr>
        <w:widowControl w:val="0"/>
        <w:autoSpaceDE w:val="0"/>
        <w:autoSpaceDN w:val="0"/>
        <w:adjustRightInd w:val="0"/>
        <w:jc w:val="both"/>
      </w:pPr>
      <w:r>
        <w:t>Z</w:t>
      </w:r>
      <w:r w:rsidR="0069241B">
        <w:t>M po projednání:</w:t>
      </w:r>
    </w:p>
    <w:p w:rsidR="0069241B" w:rsidRPr="00E62DC6" w:rsidRDefault="0069241B" w:rsidP="0069241B">
      <w:pPr>
        <w:pStyle w:val="Nadpis3"/>
        <w:rPr>
          <w:b w:val="0"/>
        </w:rPr>
      </w:pPr>
      <w:r w:rsidRPr="00E62DC6">
        <w:t xml:space="preserve">I. </w:t>
      </w:r>
      <w:r w:rsidR="00D00D76">
        <w:t>Souhlasí</w:t>
      </w:r>
    </w:p>
    <w:p w:rsidR="0069241B" w:rsidRPr="00124778" w:rsidRDefault="0069241B" w:rsidP="0069241B">
      <w:pPr>
        <w:spacing w:line="259" w:lineRule="auto"/>
        <w:jc w:val="both"/>
        <w:rPr>
          <w:bCs/>
        </w:rPr>
      </w:pPr>
      <w:r>
        <w:t xml:space="preserve">s vyhlášením </w:t>
      </w:r>
      <w:r w:rsidRPr="00124778">
        <w:rPr>
          <w:bCs/>
        </w:rPr>
        <w:t>Dotační</w:t>
      </w:r>
      <w:r>
        <w:rPr>
          <w:bCs/>
        </w:rPr>
        <w:t>ho</w:t>
      </w:r>
      <w:r w:rsidRPr="00124778">
        <w:rPr>
          <w:bCs/>
        </w:rPr>
        <w:t xml:space="preserve"> program</w:t>
      </w:r>
      <w:r>
        <w:rPr>
          <w:bCs/>
        </w:rPr>
        <w:t>u</w:t>
      </w:r>
      <w:r w:rsidRPr="00124778">
        <w:rPr>
          <w:bCs/>
        </w:rPr>
        <w:t xml:space="preserve"> města Strakonice na podporu tělovýchovy, sportu </w:t>
      </w:r>
      <w:r w:rsidRPr="00124778">
        <w:rPr>
          <w:bCs/>
        </w:rPr>
        <w:br/>
        <w:t xml:space="preserve">a ostatních volnočasových aktivit za rok 2019 - </w:t>
      </w:r>
      <w:r w:rsidRPr="00124778">
        <w:t xml:space="preserve">Podpora na nájemné a služby spojené s nájmem ve sportovních zařízeních města Strakonice pro mládež - spravovaných </w:t>
      </w:r>
      <w:proofErr w:type="spellStart"/>
      <w:r w:rsidRPr="00124778">
        <w:t>STARZem</w:t>
      </w:r>
      <w:proofErr w:type="spellEnd"/>
      <w:r w:rsidRPr="00124778">
        <w:t xml:space="preserve"> Strakonice</w:t>
      </w:r>
      <w:r>
        <w:t>.</w:t>
      </w:r>
    </w:p>
    <w:p w:rsidR="0069241B" w:rsidRPr="00E62DC6" w:rsidRDefault="0069241B" w:rsidP="0069241B">
      <w:pPr>
        <w:pStyle w:val="Nadpis3"/>
        <w:rPr>
          <w:b w:val="0"/>
        </w:rPr>
      </w:pPr>
      <w:r>
        <w:t>I</w:t>
      </w:r>
      <w:r w:rsidRPr="00E62DC6">
        <w:t xml:space="preserve">I. </w:t>
      </w:r>
      <w:r>
        <w:t>Souhlasí</w:t>
      </w:r>
    </w:p>
    <w:p w:rsidR="0069241B" w:rsidRDefault="0069241B" w:rsidP="0069241B">
      <w:pPr>
        <w:spacing w:line="259" w:lineRule="auto"/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</w:t>
      </w:r>
      <w:r w:rsidRPr="00124778">
        <w:rPr>
          <w:bCs/>
        </w:rPr>
        <w:t>Dotační</w:t>
      </w:r>
      <w:r>
        <w:rPr>
          <w:bCs/>
        </w:rPr>
        <w:t>ho</w:t>
      </w:r>
      <w:r w:rsidRPr="00124778">
        <w:rPr>
          <w:bCs/>
        </w:rPr>
        <w:t xml:space="preserve"> program</w:t>
      </w:r>
      <w:r>
        <w:rPr>
          <w:bCs/>
        </w:rPr>
        <w:t>u</w:t>
      </w:r>
      <w:r w:rsidRPr="00124778">
        <w:rPr>
          <w:bCs/>
        </w:rPr>
        <w:t xml:space="preserve"> města Strakonice na podporu tělovýchovy, sportu </w:t>
      </w:r>
      <w:r w:rsidRPr="00124778">
        <w:rPr>
          <w:bCs/>
        </w:rPr>
        <w:br/>
        <w:t xml:space="preserve">a ostatních volnočasových aktivit za rok 2019 - </w:t>
      </w:r>
      <w:r w:rsidRPr="00124778">
        <w:t xml:space="preserve">Podpora na nájemné a služby spojené s nájmem ve sportovních zařízeních města Strakonice pro mládež - spravovaných </w:t>
      </w:r>
      <w:proofErr w:type="spellStart"/>
      <w:r w:rsidRPr="00124778">
        <w:t>STARZem</w:t>
      </w:r>
      <w:proofErr w:type="spellEnd"/>
      <w:r w:rsidRPr="00124778">
        <w:t xml:space="preserve"> Strakonice</w:t>
      </w:r>
      <w:r>
        <w:rPr>
          <w:bCs/>
        </w:rPr>
        <w:t xml:space="preserve">.    </w:t>
      </w:r>
    </w:p>
    <w:p w:rsidR="0069241B" w:rsidRDefault="0069241B" w:rsidP="0069241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69241B" w:rsidRDefault="0069241B" w:rsidP="0069241B"/>
    <w:p w:rsidR="0069241B" w:rsidRPr="00E62DC6" w:rsidRDefault="0069241B" w:rsidP="0069241B">
      <w:pPr>
        <w:pStyle w:val="Nadpis2"/>
        <w:jc w:val="both"/>
        <w:rPr>
          <w:b w:val="0"/>
          <w:szCs w:val="28"/>
        </w:rPr>
      </w:pPr>
      <w:r>
        <w:rPr>
          <w:szCs w:val="28"/>
        </w:rPr>
        <w:t>6</w:t>
      </w:r>
      <w:r w:rsidRPr="00E62DC6">
        <w:rPr>
          <w:szCs w:val="28"/>
        </w:rPr>
        <w:t>)</w:t>
      </w:r>
      <w:r>
        <w:rPr>
          <w:szCs w:val="28"/>
        </w:rPr>
        <w:t xml:space="preserve"> Vyhlášení Dotačního programu města Strakonice na podporu kultury v roce 2020 </w:t>
      </w: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9241B" w:rsidRDefault="0069241B" w:rsidP="0069241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9241B" w:rsidRDefault="0008588C" w:rsidP="0069241B">
      <w:pPr>
        <w:widowControl w:val="0"/>
        <w:autoSpaceDE w:val="0"/>
        <w:autoSpaceDN w:val="0"/>
        <w:adjustRightInd w:val="0"/>
        <w:jc w:val="both"/>
      </w:pPr>
      <w:r>
        <w:t>Z</w:t>
      </w:r>
      <w:r w:rsidR="0069241B">
        <w:t>M po projednání:</w:t>
      </w:r>
    </w:p>
    <w:p w:rsidR="0069241B" w:rsidRPr="00E62DC6" w:rsidRDefault="0069241B" w:rsidP="0069241B">
      <w:pPr>
        <w:pStyle w:val="Nadpis3"/>
        <w:rPr>
          <w:b w:val="0"/>
        </w:rPr>
      </w:pPr>
      <w:r w:rsidRPr="00E62DC6">
        <w:t xml:space="preserve">I. </w:t>
      </w:r>
      <w:r w:rsidR="0079598E">
        <w:t>Souhlasí</w:t>
      </w:r>
    </w:p>
    <w:p w:rsidR="0069241B" w:rsidRDefault="0069241B" w:rsidP="0069241B">
      <w:pPr>
        <w:spacing w:line="259" w:lineRule="auto"/>
        <w:jc w:val="both"/>
        <w:rPr>
          <w:bCs/>
        </w:rPr>
      </w:pPr>
      <w:r>
        <w:t xml:space="preserve">s vyhlášením Dotačního programu města Strakonice </w:t>
      </w:r>
      <w:r>
        <w:rPr>
          <w:bCs/>
        </w:rPr>
        <w:t xml:space="preserve">na podporu kultury v roce 2020. </w:t>
      </w:r>
    </w:p>
    <w:p w:rsidR="0069241B" w:rsidRPr="00E62DC6" w:rsidRDefault="0069241B" w:rsidP="0069241B">
      <w:pPr>
        <w:pStyle w:val="Nadpis3"/>
        <w:rPr>
          <w:b w:val="0"/>
        </w:rPr>
      </w:pPr>
      <w:r>
        <w:t>I</w:t>
      </w:r>
      <w:r w:rsidRPr="00E62DC6">
        <w:t xml:space="preserve">I. </w:t>
      </w:r>
      <w:r>
        <w:t>Souhlasí</w:t>
      </w:r>
    </w:p>
    <w:p w:rsidR="0069241B" w:rsidRDefault="0069241B" w:rsidP="0069241B">
      <w:pPr>
        <w:spacing w:line="259" w:lineRule="auto"/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kultury v roce 2020.    </w:t>
      </w:r>
    </w:p>
    <w:p w:rsidR="0069241B" w:rsidRDefault="0069241B" w:rsidP="0069241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69241B" w:rsidRDefault="0069241B" w:rsidP="0069241B">
      <w:bookmarkStart w:id="0" w:name="_GoBack"/>
      <w:bookmarkEnd w:id="0"/>
    </w:p>
    <w:p w:rsidR="0069241B" w:rsidRPr="0069241B" w:rsidRDefault="0069241B" w:rsidP="0069241B"/>
    <w:sectPr w:rsidR="0069241B" w:rsidRPr="00692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5F"/>
    <w:rsid w:val="0005045A"/>
    <w:rsid w:val="0008588C"/>
    <w:rsid w:val="000C5000"/>
    <w:rsid w:val="000D4727"/>
    <w:rsid w:val="000F4757"/>
    <w:rsid w:val="0010713D"/>
    <w:rsid w:val="00161B18"/>
    <w:rsid w:val="001A3AE9"/>
    <w:rsid w:val="001B6F6A"/>
    <w:rsid w:val="001E6DAC"/>
    <w:rsid w:val="002105A0"/>
    <w:rsid w:val="002677CC"/>
    <w:rsid w:val="0027596F"/>
    <w:rsid w:val="00296FF7"/>
    <w:rsid w:val="002C2731"/>
    <w:rsid w:val="002F3AD0"/>
    <w:rsid w:val="0031284D"/>
    <w:rsid w:val="00322940"/>
    <w:rsid w:val="0035010C"/>
    <w:rsid w:val="003A7C4D"/>
    <w:rsid w:val="003B1EE6"/>
    <w:rsid w:val="003F25A8"/>
    <w:rsid w:val="00402F06"/>
    <w:rsid w:val="00414BDD"/>
    <w:rsid w:val="004C39EC"/>
    <w:rsid w:val="004E2A75"/>
    <w:rsid w:val="004E5D39"/>
    <w:rsid w:val="005671C1"/>
    <w:rsid w:val="0066770C"/>
    <w:rsid w:val="0069241B"/>
    <w:rsid w:val="006E4A26"/>
    <w:rsid w:val="006F2776"/>
    <w:rsid w:val="006F6F8F"/>
    <w:rsid w:val="0072506A"/>
    <w:rsid w:val="00732B91"/>
    <w:rsid w:val="0079598E"/>
    <w:rsid w:val="007C6AB7"/>
    <w:rsid w:val="00817447"/>
    <w:rsid w:val="008338B4"/>
    <w:rsid w:val="0089004F"/>
    <w:rsid w:val="008C6ECC"/>
    <w:rsid w:val="008F2A90"/>
    <w:rsid w:val="00910170"/>
    <w:rsid w:val="00915A66"/>
    <w:rsid w:val="0092199C"/>
    <w:rsid w:val="00925ED6"/>
    <w:rsid w:val="00930673"/>
    <w:rsid w:val="0094577B"/>
    <w:rsid w:val="00951BFD"/>
    <w:rsid w:val="0098111E"/>
    <w:rsid w:val="00995106"/>
    <w:rsid w:val="009D50B3"/>
    <w:rsid w:val="00A07AB1"/>
    <w:rsid w:val="00A46583"/>
    <w:rsid w:val="00AA2465"/>
    <w:rsid w:val="00AB55FF"/>
    <w:rsid w:val="00B43310"/>
    <w:rsid w:val="00B65737"/>
    <w:rsid w:val="00B96B6B"/>
    <w:rsid w:val="00B972F7"/>
    <w:rsid w:val="00BA05AC"/>
    <w:rsid w:val="00BA27BB"/>
    <w:rsid w:val="00C92234"/>
    <w:rsid w:val="00C96F5F"/>
    <w:rsid w:val="00CA3AAA"/>
    <w:rsid w:val="00CC02EA"/>
    <w:rsid w:val="00CC3158"/>
    <w:rsid w:val="00CE3DB7"/>
    <w:rsid w:val="00CE6D65"/>
    <w:rsid w:val="00D00D76"/>
    <w:rsid w:val="00D27779"/>
    <w:rsid w:val="00D41864"/>
    <w:rsid w:val="00D55DF2"/>
    <w:rsid w:val="00F21E00"/>
    <w:rsid w:val="00F82A03"/>
    <w:rsid w:val="00F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B7D31"/>
  <w15:chartTrackingRefBased/>
  <w15:docId w15:val="{97526509-6808-4D70-9661-79954F23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iln">
    <w:name w:val="Strong"/>
    <w:basedOn w:val="Standardnpsmoodstavce"/>
    <w:uiPriority w:val="22"/>
    <w:qFormat/>
    <w:rsid w:val="00C96F5F"/>
    <w:rPr>
      <w:b/>
      <w:bCs/>
    </w:rPr>
  </w:style>
  <w:style w:type="character" w:customStyle="1" w:styleId="nowrap">
    <w:name w:val="nowrap"/>
    <w:basedOn w:val="Standardnpsmoodstavce"/>
    <w:rsid w:val="0092199C"/>
  </w:style>
  <w:style w:type="paragraph" w:styleId="Zkladntext">
    <w:name w:val="Body Text"/>
    <w:basedOn w:val="Normln"/>
    <w:link w:val="ZkladntextChar"/>
    <w:semiHidden/>
    <w:rsid w:val="0069241B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6924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5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Z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ZM-1bod.dotx</Template>
  <TotalTime>421</TotalTime>
  <Pages>5</Pages>
  <Words>1328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61</cp:revision>
  <cp:lastPrinted>1899-12-31T23:00:00Z</cp:lastPrinted>
  <dcterms:created xsi:type="dcterms:W3CDTF">2020-01-24T07:02:00Z</dcterms:created>
  <dcterms:modified xsi:type="dcterms:W3CDTF">2020-02-17T07:55:00Z</dcterms:modified>
</cp:coreProperties>
</file>